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43" w:rsidRDefault="00982F43" w:rsidP="00982F43">
      <w:pPr>
        <w:rPr>
          <w:sz w:val="2"/>
        </w:rPr>
      </w:pPr>
      <w:bookmarkStart w:id="0" w:name="Inicio"/>
      <w:bookmarkStart w:id="1" w:name="_GoBack"/>
      <w:bookmarkEnd w:id="0"/>
      <w:bookmarkEnd w:id="1"/>
    </w:p>
    <w:p w:rsidR="00982F43" w:rsidRDefault="00982F43" w:rsidP="00982F43">
      <w:pPr>
        <w:framePr w:hSpace="142" w:wrap="notBeside" w:vAnchor="text" w:hAnchor="page" w:x="387" w:y="58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>
        <w:rPr>
          <w:b/>
          <w:sz w:val="18"/>
        </w:rPr>
        <w:t>SERVIZOS PERIFERICOS</w:t>
      </w:r>
    </w:p>
    <w:p w:rsidR="00982F43" w:rsidRDefault="00982F43" w:rsidP="00982F43">
      <w:pPr>
        <w:rPr>
          <w:sz w:val="8"/>
        </w:rPr>
      </w:pPr>
    </w:p>
    <w:p w:rsidR="00982F43" w:rsidRDefault="00982F43" w:rsidP="00982F43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>ARQUIVO DO REINO DE GALICIA</w:t>
      </w:r>
    </w:p>
    <w:p w:rsidR="00982F43" w:rsidRDefault="00982F43" w:rsidP="00982F43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982F43" w:rsidTr="00EE144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ED.C99.50.301.15001.007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TÉCNICO/A SUPERIOR DE ARQUIVOS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22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10.193,82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ESB1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  <w:r>
              <w:rPr>
                <w:sz w:val="14"/>
              </w:rPr>
              <w:t>XORNADA MAÑÁ OU TARDE</w:t>
            </w:r>
          </w:p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982F43" w:rsidRDefault="00982F43" w:rsidP="00982F43">
      <w:pPr>
        <w:rPr>
          <w:sz w:val="8"/>
        </w:rPr>
      </w:pPr>
    </w:p>
    <w:p w:rsidR="00982F43" w:rsidRDefault="00982F43" w:rsidP="00982F43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>ARQUIVO HISTÓRICO PROVINCIAL DE LUGO</w:t>
      </w:r>
    </w:p>
    <w:p w:rsidR="00982F43" w:rsidRDefault="00982F43" w:rsidP="00982F43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982F43" w:rsidTr="00EE144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ED.C99.50.301.27001.004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TÉCNICO/A SUPERIOR DE ARQUIVOS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22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10.193,82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ESB1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  <w:r>
              <w:rPr>
                <w:sz w:val="14"/>
              </w:rPr>
              <w:t>XORNADA MAÑÁ OU TARDE</w:t>
            </w:r>
          </w:p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982F43" w:rsidRDefault="00982F43" w:rsidP="00982F43">
      <w:pPr>
        <w:rPr>
          <w:sz w:val="8"/>
        </w:rPr>
      </w:pPr>
    </w:p>
    <w:p w:rsidR="00982F43" w:rsidRDefault="00982F43" w:rsidP="00982F43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>ARQUIVO HISTÓRICO PROVINCIAL DE PONTEVEDRA</w:t>
      </w:r>
    </w:p>
    <w:p w:rsidR="00982F43" w:rsidRDefault="00982F43" w:rsidP="00982F43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982F43" w:rsidTr="00EE144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ED.C99.50.301.36001.004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TÉCNICO/A SUPERIOR DE ARQUIVOS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22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10.193,82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ESB1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982F43" w:rsidRDefault="00982F43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  <w:r>
              <w:rPr>
                <w:sz w:val="14"/>
              </w:rPr>
              <w:t>XORNADA MAÑÁ OU TARDE</w:t>
            </w:r>
          </w:p>
          <w:p w:rsidR="00982F43" w:rsidRDefault="00982F43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982F43" w:rsidRDefault="00982F43">
      <w:pPr>
        <w:pStyle w:val="Encabezado"/>
        <w:tabs>
          <w:tab w:val="clear" w:pos="4252"/>
          <w:tab w:val="clear" w:pos="8504"/>
        </w:tabs>
        <w:sectPr w:rsidR="00982F43">
          <w:headerReference w:type="default" r:id="rId7"/>
          <w:footerReference w:type="default" r:id="rId8"/>
          <w:headerReference w:type="first" r:id="rId9"/>
          <w:footerReference w:type="first" r:id="rId10"/>
          <w:pgSz w:w="16840" w:h="11907" w:orient="landscape" w:code="9"/>
          <w:pgMar w:top="266" w:right="363" w:bottom="567" w:left="363" w:header="425" w:footer="720" w:gutter="0"/>
          <w:cols w:space="720"/>
          <w:titlePg/>
        </w:sectPr>
      </w:pP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lastRenderedPageBreak/>
        <w:t xml:space="preserve">        </w:t>
      </w:r>
      <w:r>
        <w:rPr>
          <w:b/>
          <w:u w:val="single"/>
        </w:rPr>
        <w:t>CÓDIGO - DESCRICIÓN DAS FORMAS DE PROVISIÓN</w:t>
      </w: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982F43" w:rsidRDefault="00982F43">
      <w:pPr>
        <w:pStyle w:val="Encabezado"/>
        <w:tabs>
          <w:tab w:val="clear" w:pos="4252"/>
          <w:tab w:val="clear" w:pos="8504"/>
        </w:tabs>
      </w:pPr>
      <w:r>
        <w:tab/>
        <w:t>C</w:t>
      </w:r>
      <w:r>
        <w:tab/>
        <w:t>CONCURSO</w:t>
      </w:r>
    </w:p>
    <w:p w:rsidR="00982F43" w:rsidRDefault="00982F43">
      <w:pPr>
        <w:pStyle w:val="Encabezado"/>
        <w:tabs>
          <w:tab w:val="clear" w:pos="4252"/>
          <w:tab w:val="clear" w:pos="8504"/>
        </w:tabs>
      </w:pPr>
    </w:p>
    <w:p w:rsidR="00982F43" w:rsidRDefault="00982F43">
      <w:pPr>
        <w:pStyle w:val="Encabezado"/>
        <w:tabs>
          <w:tab w:val="clear" w:pos="4252"/>
          <w:tab w:val="clear" w:pos="8504"/>
        </w:tabs>
      </w:pP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DOS CORPOS/ESCALAS</w:t>
      </w: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982F43" w:rsidRDefault="00982F43">
      <w:pPr>
        <w:pStyle w:val="Encabezado"/>
        <w:tabs>
          <w:tab w:val="clear" w:pos="4252"/>
          <w:tab w:val="clear" w:pos="8504"/>
        </w:tabs>
      </w:pPr>
      <w:r>
        <w:tab/>
        <w:t>ESB1</w:t>
      </w:r>
      <w:r>
        <w:tab/>
        <w:t>ESPECIAL (ESC. FACULT. ARQUIVOS, BIBLIOTECAS E MUSEOS - ESP. ARQUIVOS)</w:t>
      </w:r>
    </w:p>
    <w:p w:rsidR="00982F43" w:rsidRDefault="00982F43">
      <w:pPr>
        <w:pStyle w:val="Encabezado"/>
        <w:tabs>
          <w:tab w:val="clear" w:pos="4252"/>
          <w:tab w:val="clear" w:pos="8504"/>
        </w:tabs>
        <w:rPr>
          <w:b/>
        </w:rPr>
      </w:pPr>
    </w:p>
    <w:p w:rsidR="00982F43" w:rsidRDefault="00982F43">
      <w:pPr>
        <w:pStyle w:val="Encabezado"/>
        <w:tabs>
          <w:tab w:val="clear" w:pos="4252"/>
          <w:tab w:val="clear" w:pos="8504"/>
        </w:tabs>
        <w:rPr>
          <w:b/>
        </w:rPr>
      </w:pP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DOUTRAS ADMINISTRACIÓNS</w:t>
      </w:r>
    </w:p>
    <w:p w:rsidR="00982F43" w:rsidRDefault="00982F43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DE4FF0" w:rsidRDefault="00982F43">
      <w:pPr>
        <w:pStyle w:val="Encabezado"/>
        <w:tabs>
          <w:tab w:val="clear" w:pos="4252"/>
          <w:tab w:val="clear" w:pos="8504"/>
        </w:tabs>
      </w:pPr>
      <w:r>
        <w:tab/>
        <w:t>AXG</w:t>
      </w:r>
      <w:r>
        <w:tab/>
        <w:t xml:space="preserve">ADSCRICIÓN EXCLUSIVA A FUNCIONARIOS DA XUNTA DE GALICIA. </w:t>
      </w:r>
    </w:p>
    <w:sectPr w:rsidR="00DE4FF0">
      <w:headerReference w:type="first" r:id="rId11"/>
      <w:pgSz w:w="16840" w:h="11907" w:orient="landscape" w:code="9"/>
      <w:pgMar w:top="266" w:right="363" w:bottom="567" w:left="363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F43" w:rsidRDefault="00982F43">
      <w:pPr>
        <w:pStyle w:val="Encabezado"/>
      </w:pPr>
      <w:r>
        <w:separator/>
      </w:r>
    </w:p>
  </w:endnote>
  <w:endnote w:type="continuationSeparator" w:id="0">
    <w:p w:rsidR="00982F43" w:rsidRDefault="00982F43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DE4FF0"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982F43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F43" w:rsidRDefault="00982F43">
      <w:pPr>
        <w:pStyle w:val="Encabezado"/>
      </w:pPr>
      <w:r>
        <w:separator/>
      </w:r>
    </w:p>
  </w:footnote>
  <w:footnote w:type="continuationSeparator" w:id="0">
    <w:p w:rsidR="00982F43" w:rsidRDefault="00982F43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Encabezado"/>
      <w:ind w:right="84"/>
      <w:jc w:val="right"/>
      <w:rPr>
        <w:b/>
      </w:rPr>
    </w:pPr>
  </w:p>
  <w:p w:rsidR="00137084" w:rsidRDefault="00137084">
    <w:pPr>
      <w:pStyle w:val="Encabezado"/>
      <w:rPr>
        <w:b/>
        <w:u w:val="double"/>
      </w:rPr>
    </w:pPr>
    <w:r>
      <w:rPr>
        <w:b/>
        <w:u w:val="double"/>
      </w:rPr>
      <w:t>_LDconselleria_</w:t>
    </w:r>
  </w:p>
  <w:p w:rsidR="00137084" w:rsidRDefault="00137084">
    <w:pPr>
      <w:pStyle w:val="Encabezado"/>
      <w:jc w:val="center"/>
      <w:rPr>
        <w:b/>
        <w:sz w:val="24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4990"/>
      <w:gridCol w:w="340"/>
      <w:gridCol w:w="794"/>
      <w:gridCol w:w="567"/>
      <w:gridCol w:w="747"/>
      <w:gridCol w:w="1428"/>
      <w:gridCol w:w="624"/>
      <w:gridCol w:w="624"/>
      <w:gridCol w:w="1134"/>
      <w:gridCol w:w="1134"/>
      <w:gridCol w:w="2077"/>
    </w:tblGrid>
    <w:tr w:rsidR="00DE4FF0" w:rsidTr="00DE4FF0">
      <w:tblPrEx>
        <w:tblCellMar>
          <w:top w:w="0" w:type="dxa"/>
          <w:bottom w:w="0" w:type="dxa"/>
        </w:tblCellMar>
      </w:tblPrEx>
      <w:trPr>
        <w:cantSplit/>
      </w:trPr>
      <w:tc>
        <w:tcPr>
          <w:tcW w:w="1871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990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0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4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28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7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137084" w:rsidRDefault="00137084">
    <w:pPr>
      <w:pStyle w:val="Encabezado"/>
      <w:jc w:val="both"/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982F43">
    <w:pPr>
      <w:pStyle w:val="Encabezado"/>
      <w:ind w:right="84"/>
      <w:jc w:val="center"/>
      <w:rPr>
        <w:b/>
        <w:sz w:val="24"/>
      </w:rPr>
    </w:pPr>
    <w:r w:rsidRPr="00982F43">
      <w:rPr>
        <w:b/>
        <w:sz w:val="24"/>
      </w:rPr>
      <w:t xml:space="preserve">    CONSELLERÍA DE CULTURA, LINGUA E XUVENTUDE</w:t>
    </w:r>
  </w:p>
  <w:p w:rsidR="00137084" w:rsidRDefault="00982F43">
    <w:pPr>
      <w:pStyle w:val="Encabezado"/>
      <w:ind w:right="84"/>
      <w:jc w:val="right"/>
      <w:rPr>
        <w:b/>
      </w:rPr>
    </w:pPr>
    <w:r>
      <w:rPr>
        <w:b/>
      </w:rPr>
      <w:t>07/06/2024</w:t>
    </w:r>
  </w:p>
  <w:p w:rsidR="00137084" w:rsidRDefault="00137084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Persoal funcionario</w:t>
    </w:r>
  </w:p>
  <w:p w:rsidR="00137084" w:rsidRDefault="00137084">
    <w:pPr>
      <w:pStyle w:val="Encabezado"/>
      <w:ind w:right="84"/>
      <w:jc w:val="center"/>
      <w:rPr>
        <w:b/>
        <w:sz w:val="12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4990"/>
      <w:gridCol w:w="340"/>
      <w:gridCol w:w="794"/>
      <w:gridCol w:w="567"/>
      <w:gridCol w:w="747"/>
      <w:gridCol w:w="1428"/>
      <w:gridCol w:w="624"/>
      <w:gridCol w:w="624"/>
      <w:gridCol w:w="1134"/>
      <w:gridCol w:w="1134"/>
      <w:gridCol w:w="2077"/>
    </w:tblGrid>
    <w:tr w:rsidR="00842BA9" w:rsidTr="00842BA9">
      <w:tblPrEx>
        <w:tblCellMar>
          <w:top w:w="0" w:type="dxa"/>
          <w:bottom w:w="0" w:type="dxa"/>
        </w:tblCellMar>
      </w:tblPrEx>
      <w:trPr>
        <w:cantSplit/>
      </w:trPr>
      <w:tc>
        <w:tcPr>
          <w:tcW w:w="1871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990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0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4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7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47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28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4" w:type="dxa"/>
          <w:vAlign w:val="bottom"/>
        </w:tcPr>
        <w:p w:rsidR="00842BA9" w:rsidRDefault="00842BA9" w:rsidP="00A4206C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4" w:type="dxa"/>
          <w:vAlign w:val="bottom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4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77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137084" w:rsidRDefault="00137084">
    <w:pPr>
      <w:pStyle w:val="Encabezado"/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F43" w:rsidRDefault="00982F43">
    <w:pPr>
      <w:pStyle w:val="Encabezado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43"/>
    <w:rsid w:val="00137084"/>
    <w:rsid w:val="00842BA9"/>
    <w:rsid w:val="008944AC"/>
    <w:rsid w:val="00982F43"/>
    <w:rsid w:val="00A4206C"/>
    <w:rsid w:val="00BD1C7A"/>
    <w:rsid w:val="00CF36AF"/>
    <w:rsid w:val="00DD0DF1"/>
    <w:rsid w:val="00D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Xesti&#243;n%20RPT\Plantill\RPTFU97S_SG_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RPTFU97S_SG_F.DOT</Template>
  <TotalTime>11</TotalTime>
  <Pages>2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RPT de funcionarios con "aadmin" sen vacantes, versión w97</vt:lpstr>
    </vt:vector>
  </TitlesOfParts>
  <Company>XUNTA DE GALICIA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RPT de funcionarios con "aadmin" sen vacantes, versión w97</dc:title>
  <dc:creator>HP Inc.</dc:creator>
  <cp:lastModifiedBy>HP Inc.</cp:lastModifiedBy>
  <cp:revision>1</cp:revision>
  <cp:lastPrinted>1601-01-01T00:00:00Z</cp:lastPrinted>
  <dcterms:created xsi:type="dcterms:W3CDTF">2024-06-07T08:13:00Z</dcterms:created>
  <dcterms:modified xsi:type="dcterms:W3CDTF">2024-06-07T08:25:00Z</dcterms:modified>
</cp:coreProperties>
</file>